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E6F381-36A0-4CA0-9311-8B8678A59EFD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